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4E" w:rsidRPr="00CE6D40" w:rsidRDefault="006B6D4E" w:rsidP="00CE6D40">
      <w:pPr>
        <w:jc w:val="center"/>
        <w:rPr>
          <w:sz w:val="28"/>
          <w:szCs w:val="28"/>
        </w:rPr>
      </w:pPr>
      <w:r w:rsidRPr="00CE6D40">
        <w:rPr>
          <w:sz w:val="28"/>
          <w:szCs w:val="28"/>
        </w:rPr>
        <w:t xml:space="preserve">PowerPoint Tricks </w:t>
      </w:r>
      <w:r w:rsidRPr="00CE6D40">
        <w:rPr>
          <w:sz w:val="28"/>
          <w:szCs w:val="28"/>
        </w:rPr>
        <w:tab/>
      </w:r>
      <w:r w:rsidRPr="00CE6D40">
        <w:rPr>
          <w:sz w:val="28"/>
          <w:szCs w:val="28"/>
        </w:rPr>
        <w:tab/>
      </w:r>
      <w:r w:rsidRPr="00CE6D40">
        <w:rPr>
          <w:sz w:val="28"/>
          <w:szCs w:val="28"/>
        </w:rPr>
        <w:tab/>
      </w:r>
      <w:smartTag w:uri="urn:schemas-microsoft-com:office:smarttags" w:element="date">
        <w:smartTagPr>
          <w:attr w:name="Month" w:val="4"/>
          <w:attr w:name="Day" w:val="7"/>
          <w:attr w:name="Year" w:val="2010"/>
        </w:smartTagPr>
        <w:r w:rsidRPr="00CE6D40">
          <w:rPr>
            <w:sz w:val="28"/>
            <w:szCs w:val="28"/>
          </w:rPr>
          <w:t>April 7, 2010</w:t>
        </w:r>
      </w:smartTag>
    </w:p>
    <w:p w:rsidR="006B6D4E" w:rsidRPr="00D4381B" w:rsidRDefault="006B6D4E" w:rsidP="00D4381B">
      <w:pPr>
        <w:rPr>
          <w:b/>
          <w:bCs/>
          <w:sz w:val="24"/>
          <w:szCs w:val="24"/>
        </w:rPr>
      </w:pPr>
      <w:r w:rsidRPr="00D4381B">
        <w:rPr>
          <w:b/>
          <w:bCs/>
          <w:sz w:val="24"/>
          <w:szCs w:val="24"/>
        </w:rPr>
        <w:t>Image in a Shape</w:t>
      </w:r>
    </w:p>
    <w:p w:rsidR="006B6D4E" w:rsidRPr="0066120E" w:rsidRDefault="006B6D4E" w:rsidP="0066120E">
      <w:pPr>
        <w:numPr>
          <w:ilvl w:val="0"/>
          <w:numId w:val="1"/>
        </w:numPr>
      </w:pPr>
      <w:r>
        <w:t>Insert a shape. (Insert&gt;Picture&gt;AutoShapes)</w:t>
      </w:r>
    </w:p>
    <w:p w:rsidR="006B6D4E" w:rsidRDefault="006B6D4E" w:rsidP="0066120E">
      <w:pPr>
        <w:numPr>
          <w:ilvl w:val="0"/>
          <w:numId w:val="1"/>
        </w:numPr>
      </w:pPr>
      <w:r>
        <w:t>Right click the image</w:t>
      </w:r>
    </w:p>
    <w:p w:rsidR="006B6D4E" w:rsidRDefault="006B6D4E" w:rsidP="00134B4D">
      <w:pPr>
        <w:spacing w:line="240" w:lineRule="auto"/>
        <w:ind w:left="360"/>
      </w:pPr>
      <w:r>
        <w:t xml:space="preserve">        Click Format AutoShape </w:t>
      </w:r>
    </w:p>
    <w:p w:rsidR="006B6D4E" w:rsidRDefault="006B6D4E" w:rsidP="00134B4D">
      <w:pPr>
        <w:spacing w:line="240" w:lineRule="auto"/>
        <w:ind w:left="360"/>
      </w:pPr>
      <w:r>
        <w:t xml:space="preserve">        Colors and Lines</w:t>
      </w:r>
    </w:p>
    <w:p w:rsidR="006B6D4E" w:rsidRDefault="006B6D4E" w:rsidP="00134B4D">
      <w:pPr>
        <w:spacing w:line="240" w:lineRule="auto"/>
        <w:ind w:left="360"/>
      </w:pPr>
      <w:r>
        <w:t xml:space="preserve">        Fill Effects                                                         Picture&gt;Select Picture</w:t>
      </w:r>
    </w:p>
    <w:p w:rsidR="006B6D4E" w:rsidRDefault="006B6D4E" w:rsidP="00134B4D">
      <w:pPr>
        <w:spacing w:line="240" w:lineRule="auto"/>
        <w:ind w:left="360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44pt;margin-top:119.35pt;width:38.5pt;height:9pt;z-index:251655680" fillcolor="teal" strokecolor="#4d4d4d"/>
        </w:pict>
      </w:r>
      <w:r>
        <w:rPr>
          <w:noProof/>
        </w:rPr>
        <w:pict>
          <v:roundrect id="_x0000_s1027" style="position:absolute;left:0;text-align:left;margin-left:253pt;margin-top:92.35pt;width:49.5pt;height:18pt;z-index:251658752" arcsize="10923f" filled="f"/>
        </w:pict>
      </w:r>
      <w:r>
        <w:rPr>
          <w:noProof/>
        </w:rPr>
        <w:pict>
          <v:roundrect id="_x0000_s1028" style="position:absolute;left:0;text-align:left;margin-left:253pt;margin-top:11.35pt;width:33pt;height:18pt;z-index:251657728" arcsize="10923f" filled="f"/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22pt;margin-top:11.35pt;width:37pt;height:13.7pt;z-index:251656704" fill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92.5pt;margin-top:2.35pt;width:143.55pt;height:158.1pt;z-index:251654656;mso-wrap-style:none" filled="f" stroked="f">
            <v:textbox style="mso-next-textbox:#_x0000_s1030">
              <w:txbxContent>
                <w:p w:rsidR="006B6D4E" w:rsidRDefault="006B6D4E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30.5pt;height:150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  <w:r>
        <w:pict>
          <v:shape id="_x0000_i1027" type="#_x0000_t75" style="width:163.5pt;height:157.5pt">
            <v:imagedata r:id="rId8" o:title=""/>
          </v:shape>
        </w:pict>
      </w:r>
    </w:p>
    <w:p w:rsidR="006B6D4E" w:rsidRPr="0066120E" w:rsidRDefault="006B6D4E" w:rsidP="00134B4D">
      <w:pPr>
        <w:spacing w:line="240" w:lineRule="auto"/>
        <w:ind w:left="360"/>
      </w:pPr>
    </w:p>
    <w:p w:rsidR="006B6D4E" w:rsidRPr="00E9118A" w:rsidRDefault="006B6D4E" w:rsidP="00E9118A">
      <w:pPr>
        <w:rPr>
          <w:b/>
          <w:bCs/>
          <w:sz w:val="24"/>
          <w:szCs w:val="24"/>
        </w:rPr>
      </w:pPr>
      <w:r w:rsidRPr="00E9118A">
        <w:rPr>
          <w:b/>
          <w:bCs/>
          <w:sz w:val="24"/>
          <w:szCs w:val="24"/>
        </w:rPr>
        <w:t xml:space="preserve">Duplicate a Shape </w:t>
      </w:r>
    </w:p>
    <w:p w:rsidR="006B6D4E" w:rsidRDefault="006B6D4E" w:rsidP="00DD6CD2">
      <w:pPr>
        <w:pStyle w:val="ListParagraph"/>
        <w:numPr>
          <w:ilvl w:val="0"/>
          <w:numId w:val="3"/>
        </w:numPr>
      </w:pPr>
      <w:r>
        <w:t>Click the Ctrl key and the D key at the same time to copy an object</w:t>
      </w:r>
    </w:p>
    <w:p w:rsidR="006B6D4E" w:rsidRDefault="006B6D4E" w:rsidP="00E35664">
      <w:pPr>
        <w:pStyle w:val="ListParagraph"/>
        <w:ind w:left="360"/>
      </w:pPr>
    </w:p>
    <w:p w:rsidR="006B6D4E" w:rsidRPr="00E9118A" w:rsidRDefault="006B6D4E" w:rsidP="00E9118A">
      <w:pPr>
        <w:rPr>
          <w:b/>
          <w:bCs/>
          <w:sz w:val="24"/>
          <w:szCs w:val="24"/>
        </w:rPr>
      </w:pPr>
      <w:r w:rsidRPr="00E9118A">
        <w:rPr>
          <w:b/>
          <w:bCs/>
          <w:sz w:val="24"/>
          <w:szCs w:val="24"/>
        </w:rPr>
        <w:t>Alignment</w:t>
      </w:r>
    </w:p>
    <w:p w:rsidR="006B6D4E" w:rsidRDefault="006B6D4E" w:rsidP="00DD6CD2">
      <w:pPr>
        <w:pStyle w:val="ListParagraph"/>
        <w:numPr>
          <w:ilvl w:val="0"/>
          <w:numId w:val="3"/>
        </w:numPr>
      </w:pPr>
      <w:r>
        <w:t xml:space="preserve">To have the objects fly off the screen one-by-one 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Right click the top object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Custom Animation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Add Effect&gt;Exit&gt;Fly Out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OK</w:t>
      </w:r>
    </w:p>
    <w:p w:rsidR="006B6D4E" w:rsidRDefault="006B6D4E" w:rsidP="00DD6CD2">
      <w:pPr>
        <w:pStyle w:val="ListParagraph"/>
        <w:numPr>
          <w:ilvl w:val="1"/>
          <w:numId w:val="3"/>
        </w:numPr>
      </w:pPr>
      <w:r>
        <w:t>Carefully click the second object and repeat these steps</w:t>
      </w: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Default="006B6D4E" w:rsidP="00F6769A">
      <w:pPr>
        <w:rPr>
          <w:b/>
          <w:bCs/>
          <w:sz w:val="24"/>
          <w:szCs w:val="24"/>
        </w:rPr>
      </w:pPr>
    </w:p>
    <w:p w:rsidR="006B6D4E" w:rsidRPr="00F6769A" w:rsidRDefault="006B6D4E" w:rsidP="00F6769A">
      <w:pPr>
        <w:rPr>
          <w:b/>
          <w:bCs/>
          <w:sz w:val="24"/>
          <w:szCs w:val="24"/>
        </w:rPr>
      </w:pPr>
      <w:r w:rsidRPr="00F6769A">
        <w:rPr>
          <w:b/>
          <w:bCs/>
          <w:sz w:val="24"/>
          <w:szCs w:val="24"/>
        </w:rPr>
        <w:t>Motion Path</w:t>
      </w:r>
    </w:p>
    <w:p w:rsidR="006B6D4E" w:rsidRDefault="006B6D4E" w:rsidP="00F6769A">
      <w:pPr>
        <w:pStyle w:val="ListParagraph"/>
        <w:numPr>
          <w:ilvl w:val="0"/>
          <w:numId w:val="3"/>
        </w:numPr>
      </w:pPr>
      <w:r>
        <w:t>Manipulate the path of images Example- children running out of the bus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Insert a bus and children running (Insert&gt;Picture&gt;Clip Art)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Position children Clip art on top of the bus Clip art</w:t>
      </w:r>
    </w:p>
    <w:p w:rsidR="006B6D4E" w:rsidRDefault="006B6D4E" w:rsidP="00D02ADF">
      <w:pPr>
        <w:pStyle w:val="ListParagraph"/>
        <w:numPr>
          <w:ilvl w:val="1"/>
          <w:numId w:val="3"/>
        </w:numPr>
      </w:pPr>
      <w:r>
        <w:t>Right click on the children and click Custom Animation</w:t>
      </w:r>
    </w:p>
    <w:p w:rsidR="006B6D4E" w:rsidRDefault="006B6D4E" w:rsidP="00D02ADF">
      <w:pPr>
        <w:pStyle w:val="ListParagraph"/>
        <w:numPr>
          <w:ilvl w:val="1"/>
          <w:numId w:val="3"/>
        </w:numPr>
      </w:pPr>
      <w:r>
        <w:t xml:space="preserve">Click Add Effect&gt;Motion Paths and choose one of the paths </w: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Start: Start with Previous</w:t>
      </w:r>
    </w:p>
    <w:p w:rsidR="006B6D4E" w:rsidRDefault="006B6D4E" w:rsidP="00D02ADF">
      <w:pPr>
        <w:pStyle w:val="ListParagraph"/>
        <w:ind w:left="1080"/>
      </w:pPr>
      <w:r>
        <w:pict>
          <v:shape id="_x0000_i1028" type="#_x0000_t75" style="width:368.25pt;height:212.25pt">
            <v:imagedata r:id="rId9" o:title=""/>
          </v:shape>
        </w:pict>
      </w:r>
    </w:p>
    <w:p w:rsidR="006B6D4E" w:rsidRDefault="006B6D4E" w:rsidP="00F6769A">
      <w:pPr>
        <w:pStyle w:val="ListParagraph"/>
        <w:numPr>
          <w:ilvl w:val="1"/>
          <w:numId w:val="3"/>
        </w:numPr>
      </w:pPr>
      <w:r>
        <w:t>Click each of the other Clip art and do the same</w:t>
      </w:r>
    </w:p>
    <w:p w:rsidR="006B6D4E" w:rsidRDefault="006B6D4E" w:rsidP="00CE6D40">
      <w:pPr>
        <w:pStyle w:val="ListParagraph"/>
        <w:numPr>
          <w:ilvl w:val="1"/>
          <w:numId w:val="3"/>
        </w:numPr>
      </w:pPr>
      <w:r>
        <w:t>Right click the bus Order&gt;Bring to Front</w:t>
      </w:r>
    </w:p>
    <w:p w:rsidR="006B6D4E" w:rsidRPr="00956064" w:rsidRDefault="006B6D4E" w:rsidP="00E35664">
      <w:pPr>
        <w:pStyle w:val="ListParagraph"/>
        <w:ind w:left="1080"/>
      </w:pPr>
    </w:p>
    <w:p w:rsidR="006B6D4E" w:rsidRDefault="006B6D4E" w:rsidP="00F6769A">
      <w:pPr>
        <w:rPr>
          <w:b/>
          <w:bCs/>
          <w:sz w:val="24"/>
          <w:szCs w:val="24"/>
        </w:rPr>
      </w:pPr>
      <w:r w:rsidRPr="00CE6D40">
        <w:rPr>
          <w:b/>
          <w:bCs/>
          <w:sz w:val="24"/>
          <w:szCs w:val="24"/>
        </w:rPr>
        <w:t>Text Effects</w:t>
      </w:r>
    </w:p>
    <w:p w:rsidR="006B6D4E" w:rsidRPr="00AD280F" w:rsidRDefault="006B6D4E" w:rsidP="00AD280F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Over lay the title </w:t>
      </w:r>
    </w:p>
    <w:p w:rsidR="006B6D4E" w:rsidRPr="00AD280F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 w:rsidRPr="00AD280F">
        <w:rPr>
          <w:sz w:val="24"/>
          <w:szCs w:val="24"/>
        </w:rPr>
        <w:t>Duplicate the title</w:t>
      </w:r>
      <w:r>
        <w:rPr>
          <w:sz w:val="24"/>
          <w:szCs w:val="24"/>
        </w:rPr>
        <w:t xml:space="preserve"> (highlight the title, copy and paste)</w:t>
      </w:r>
    </w:p>
    <w:p w:rsidR="006B6D4E" w:rsidRPr="00AD280F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Shade each title with a lighter color (highlight title click </w:t>
      </w:r>
      <w:r w:rsidRPr="005A6B6B">
        <w:rPr>
          <w:sz w:val="24"/>
          <w:szCs w:val="24"/>
        </w:rPr>
        <w:pict>
          <v:shape id="_x0000_i1029" type="#_x0000_t75" style="width:31.5pt;height:18.75pt">
            <v:imagedata r:id="rId10" o:title=""/>
          </v:shape>
        </w:pict>
      </w:r>
      <w:r>
        <w:rPr>
          <w:sz w:val="24"/>
          <w:szCs w:val="24"/>
        </w:rPr>
        <w:t xml:space="preserve"> to select color)</w:t>
      </w:r>
    </w:p>
    <w:p w:rsidR="006B6D4E" w:rsidRPr="00E47C45" w:rsidRDefault="006B6D4E" w:rsidP="00AD280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47C45">
        <w:rPr>
          <w:sz w:val="24"/>
          <w:szCs w:val="24"/>
        </w:rPr>
        <w:t>Position the</w:t>
      </w:r>
      <w:r>
        <w:rPr>
          <w:sz w:val="24"/>
          <w:szCs w:val="24"/>
        </w:rPr>
        <w:t xml:space="preserve"> title by overlapping one on top of the other</w:t>
      </w:r>
      <w:r w:rsidRPr="00E47C45">
        <w:rPr>
          <w:sz w:val="24"/>
          <w:szCs w:val="24"/>
        </w:rPr>
        <w:t xml:space="preserve"> </w:t>
      </w:r>
    </w:p>
    <w:p w:rsidR="006B6D4E" w:rsidRPr="00AD280F" w:rsidRDefault="006B6D4E" w:rsidP="00E47C45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Right click the first title&gt;Order&gt; Bring in Front  </w:t>
      </w:r>
      <w:r w:rsidRPr="00E47C45">
        <w:rPr>
          <w:b/>
          <w:bCs/>
          <w:sz w:val="24"/>
          <w:szCs w:val="24"/>
        </w:rPr>
        <w:t>Or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click next to Draw </w:t>
      </w:r>
      <w:r w:rsidRPr="005A6B6B">
        <w:rPr>
          <w:sz w:val="24"/>
          <w:szCs w:val="24"/>
        </w:rPr>
        <w:pict>
          <v:shape id="_x0000_i1030" type="#_x0000_t75" style="width:35.25pt;height:19.5pt">
            <v:imagedata r:id="rId11" o:title=""/>
          </v:shape>
        </w:pict>
      </w:r>
      <w:r>
        <w:rPr>
          <w:sz w:val="24"/>
          <w:szCs w:val="24"/>
        </w:rPr>
        <w:t xml:space="preserve"> &gt;Order&gt;Bring to Front</w:t>
      </w:r>
    </w:p>
    <w:p w:rsidR="006B6D4E" w:rsidRPr="00E35664" w:rsidRDefault="006B6D4E" w:rsidP="00AD280F">
      <w:pPr>
        <w:pStyle w:val="ListParagraph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Right click each of the other titles &gt;Order&gt; Send To Back</w:t>
      </w:r>
    </w:p>
    <w:p w:rsidR="006B6D4E" w:rsidRPr="00E35664" w:rsidRDefault="006B6D4E" w:rsidP="00E35664">
      <w:pPr>
        <w:pStyle w:val="ListParagraph"/>
        <w:ind w:left="1080"/>
        <w:rPr>
          <w:b/>
          <w:bCs/>
          <w:sz w:val="24"/>
          <w:szCs w:val="24"/>
        </w:rPr>
      </w:pPr>
    </w:p>
    <w:p w:rsidR="006B6D4E" w:rsidRPr="00AD280F" w:rsidRDefault="006B6D4E" w:rsidP="00E35664">
      <w:pPr>
        <w:pStyle w:val="ListParagraph"/>
        <w:ind w:left="1080"/>
        <w:rPr>
          <w:b/>
          <w:bCs/>
          <w:sz w:val="24"/>
          <w:szCs w:val="24"/>
        </w:rPr>
      </w:pPr>
    </w:p>
    <w:p w:rsidR="006B6D4E" w:rsidRDefault="006B6D4E" w:rsidP="00AD280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280F">
        <w:rPr>
          <w:sz w:val="24"/>
          <w:szCs w:val="24"/>
        </w:rPr>
        <w:t>Each letter</w:t>
      </w:r>
      <w:r>
        <w:rPr>
          <w:sz w:val="24"/>
          <w:szCs w:val="24"/>
        </w:rPr>
        <w:t xml:space="preserve"> of the title</w:t>
      </w:r>
      <w:r w:rsidRPr="00AD280F">
        <w:rPr>
          <w:sz w:val="24"/>
          <w:szCs w:val="24"/>
        </w:rPr>
        <w:t xml:space="preserve"> is a different color and each letter moves to the right of the screen</w:t>
      </w:r>
    </w:p>
    <w:p w:rsidR="006B6D4E" w:rsidRDefault="006B6D4E" w:rsidP="00AD280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Highlight each letter and select a different color</w:t>
      </w:r>
      <w:r w:rsidRPr="005A6B6B">
        <w:rPr>
          <w:sz w:val="24"/>
          <w:szCs w:val="24"/>
        </w:rPr>
        <w:pict>
          <v:shape id="_x0000_i1031" type="#_x0000_t75" style="width:31.5pt;height:18.75pt">
            <v:imagedata r:id="rId10" o:title=""/>
          </v:shape>
        </w:pict>
      </w:r>
    </w:p>
    <w:p w:rsidR="006B6D4E" w:rsidRDefault="006B6D4E" w:rsidP="00AD280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Right click the word&gt;Custom Animation&gt;Exit&gt;Unfold</w:t>
      </w:r>
    </w:p>
    <w:p w:rsidR="006B6D4E" w:rsidRDefault="006B6D4E" w:rsidP="00E35664">
      <w:pPr>
        <w:pStyle w:val="ListParagraph"/>
        <w:ind w:left="1080"/>
        <w:rPr>
          <w:sz w:val="24"/>
          <w:szCs w:val="24"/>
        </w:rPr>
      </w:pPr>
    </w:p>
    <w:p w:rsidR="006B6D4E" w:rsidRDefault="006B6D4E" w:rsidP="00017AC8">
      <w:pPr>
        <w:pStyle w:val="ListParagraph"/>
        <w:ind w:left="1080"/>
        <w:rPr>
          <w:sz w:val="24"/>
          <w:szCs w:val="24"/>
        </w:rPr>
      </w:pPr>
    </w:p>
    <w:p w:rsidR="006B6D4E" w:rsidRDefault="006B6D4E" w:rsidP="00017AC8">
      <w:pPr>
        <w:pStyle w:val="ListParagraph"/>
        <w:ind w:left="1080"/>
        <w:rPr>
          <w:sz w:val="24"/>
          <w:szCs w:val="24"/>
        </w:rPr>
      </w:pPr>
    </w:p>
    <w:p w:rsidR="006B6D4E" w:rsidRDefault="006B6D4E" w:rsidP="00AD280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280F">
        <w:rPr>
          <w:sz w:val="24"/>
          <w:szCs w:val="24"/>
        </w:rPr>
        <w:t xml:space="preserve">Entrance, Exit, and Emphasis </w:t>
      </w:r>
    </w:p>
    <w:p w:rsidR="006B6D4E" w:rsidRDefault="006B6D4E" w:rsidP="00AD280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Entrance…Unfold…Bounce…Swish</w:t>
      </w:r>
    </w:p>
    <w:p w:rsidR="006B6D4E" w:rsidRPr="00B76458" w:rsidRDefault="006B6D4E" w:rsidP="00B7645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Exit…Faded Swivel…Unfold…Swish</w:t>
      </w:r>
    </w:p>
    <w:p w:rsidR="006B6D4E" w:rsidRDefault="006B6D4E" w:rsidP="0061721B">
      <w:pPr>
        <w:rPr>
          <w:b/>
          <w:bCs/>
          <w:sz w:val="24"/>
          <w:szCs w:val="24"/>
        </w:rPr>
      </w:pPr>
    </w:p>
    <w:p w:rsidR="006B6D4E" w:rsidRDefault="006B6D4E" w:rsidP="0061721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Group/Ungroup Images</w:t>
      </w:r>
    </w:p>
    <w:p w:rsidR="006B6D4E" w:rsidRDefault="006B6D4E" w:rsidP="00496D4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Group images together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Insert more than one image. (Insert&gt;Picture&gt;AutoShapes)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Arrange images the way you want them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Click on one of the images until the handles appear</w:t>
      </w:r>
    </w:p>
    <w:p w:rsidR="006B6D4E" w:rsidRDefault="006B6D4E" w:rsidP="00496D4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Hold down the shift keep and click on the remaining graphics. Release shift key. </w:t>
      </w:r>
    </w:p>
    <w:p w:rsidR="006B6D4E" w:rsidRDefault="006B6D4E" w:rsidP="003E0804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Rick Click&gt;Grouping&gt;Group </w:t>
      </w:r>
    </w:p>
    <w:p w:rsidR="006B6D4E" w:rsidRPr="003E0804" w:rsidRDefault="006B6D4E" w:rsidP="00EA0174">
      <w:pPr>
        <w:pStyle w:val="ListParagraph"/>
        <w:ind w:left="1080"/>
        <w:rPr>
          <w:sz w:val="24"/>
          <w:szCs w:val="24"/>
        </w:rPr>
      </w:pPr>
    </w:p>
    <w:p w:rsidR="006B6D4E" w:rsidRDefault="006B6D4E" w:rsidP="002A008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Ungroup a C</w:t>
      </w:r>
      <w:r w:rsidRPr="002A008A">
        <w:rPr>
          <w:sz w:val="24"/>
          <w:szCs w:val="24"/>
        </w:rPr>
        <w:t>lip</w:t>
      </w:r>
      <w:r>
        <w:rPr>
          <w:sz w:val="24"/>
          <w:szCs w:val="24"/>
        </w:rPr>
        <w:t xml:space="preserve"> </w:t>
      </w:r>
      <w:r w:rsidRPr="002A008A">
        <w:rPr>
          <w:sz w:val="24"/>
          <w:szCs w:val="24"/>
        </w:rPr>
        <w:t>art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Insert a Clip art (Insert&gt;Picture&gt;Clip Art)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Click the image</w:t>
      </w:r>
    </w:p>
    <w:p w:rsidR="006B6D4E" w:rsidRDefault="006B6D4E" w:rsidP="002A008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Click Ungroup (Right click&gt;Grouping&gt;Ungroup&gt;Yes)</w:t>
      </w:r>
    </w:p>
    <w:p w:rsidR="006B6D4E" w:rsidRDefault="006B6D4E" w:rsidP="002A008A">
      <w:pPr>
        <w:rPr>
          <w:b/>
          <w:bCs/>
          <w:sz w:val="24"/>
          <w:szCs w:val="24"/>
        </w:rPr>
      </w:pPr>
    </w:p>
    <w:p w:rsidR="006B6D4E" w:rsidRDefault="006B6D4E" w:rsidP="002A008A">
      <w:pPr>
        <w:rPr>
          <w:b/>
          <w:bCs/>
          <w:sz w:val="24"/>
          <w:szCs w:val="24"/>
        </w:rPr>
      </w:pPr>
      <w:r w:rsidRPr="002A008A">
        <w:rPr>
          <w:b/>
          <w:bCs/>
          <w:sz w:val="24"/>
          <w:szCs w:val="24"/>
        </w:rPr>
        <w:t>Screen Shots</w:t>
      </w:r>
    </w:p>
    <w:p w:rsidR="006B6D4E" w:rsidRDefault="006B6D4E" w:rsidP="002A008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Press and hold Ctrl and Print Screen key at the same time. You have copied the screen. </w:t>
      </w:r>
    </w:p>
    <w:p w:rsidR="006B6D4E" w:rsidRDefault="006B6D4E" w:rsidP="00017AC8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A6B6B">
        <w:rPr>
          <w:sz w:val="24"/>
          <w:szCs w:val="24"/>
        </w:rPr>
        <w:pict>
          <v:shape id="_x0000_i1032" type="#_x0000_t75" style="width:129.75pt;height:123pt">
            <v:imagedata r:id="rId12" o:title=""/>
          </v:shape>
        </w:pict>
      </w:r>
    </w:p>
    <w:p w:rsidR="006B6D4E" w:rsidRDefault="006B6D4E" w:rsidP="002A008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Open up a PowerPoint Slide and press Control V (paste)</w:t>
      </w:r>
    </w:p>
    <w:p w:rsidR="006B6D4E" w:rsidRDefault="006B6D4E" w:rsidP="008A679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The screen shot will fill the PowerPoint slide</w:t>
      </w:r>
    </w:p>
    <w:p w:rsidR="006B6D4E" w:rsidRPr="00E35664" w:rsidRDefault="006B6D4E" w:rsidP="00E35664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t>Save As …JPEG</w:t>
      </w: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Default="006B6D4E" w:rsidP="00E35664">
      <w:pPr>
        <w:pStyle w:val="ListParagraph"/>
      </w:pPr>
    </w:p>
    <w:p w:rsidR="006B6D4E" w:rsidRPr="00E35664" w:rsidRDefault="006B6D4E" w:rsidP="00E35664">
      <w:pPr>
        <w:pStyle w:val="ListParagraph"/>
        <w:rPr>
          <w:sz w:val="24"/>
          <w:szCs w:val="24"/>
        </w:rPr>
      </w:pPr>
    </w:p>
    <w:p w:rsidR="006B6D4E" w:rsidRDefault="006B6D4E" w:rsidP="0061721B">
      <w:pPr>
        <w:rPr>
          <w:b/>
          <w:bCs/>
          <w:sz w:val="24"/>
          <w:szCs w:val="24"/>
        </w:rPr>
      </w:pPr>
      <w:r w:rsidRPr="0061721B">
        <w:rPr>
          <w:b/>
          <w:bCs/>
          <w:sz w:val="24"/>
          <w:szCs w:val="24"/>
        </w:rPr>
        <w:t>Scrolling Ticker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Insert&gt;Textbox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Type a short message in textbox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Move textbox off the slide so that it can’t be seen on the slide itself. Place the textbox on the bottom right just beside the edge of the slide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Right click&gt; Custom Animation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Add Effect&gt;Entrance&gt;Crawl In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Set the Direction:  From Left</w:t>
      </w:r>
    </w:p>
    <w:p w:rsidR="006B6D4E" w:rsidRDefault="006B6D4E" w:rsidP="00E3566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Speed: Very Slow</w: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Click Effect Options…                 Repeat:  Until End of Slide      </w:t>
      </w:r>
    </w:p>
    <w:p w:rsidR="006B6D4E" w:rsidRDefault="006B6D4E" w:rsidP="00EA0174">
      <w:pPr>
        <w:pStyle w:val="ListParagraph"/>
        <w:ind w:left="360"/>
        <w:rPr>
          <w:sz w:val="24"/>
          <w:szCs w:val="24"/>
        </w:rPr>
      </w:pPr>
      <w:r>
        <w:rPr>
          <w:noProof/>
        </w:rPr>
        <w:pict>
          <v:roundrect id="_x0000_s1031" style="position:absolute;left:0;text-align:left;margin-left:231pt;margin-top:108.5pt;width:93.5pt;height:18pt;z-index:251660800" arcsize="10923f" filled="f" strokeweight="2.25pt"/>
        </w:pict>
      </w:r>
      <w:r>
        <w:rPr>
          <w:noProof/>
        </w:rPr>
        <w:pict>
          <v:oval id="_x0000_s1032" style="position:absolute;left:0;text-align:left;margin-left:82.5pt;margin-top:144.5pt;width:60.5pt;height:18pt;z-index:251659776" filled="f" strokeweight="3pt"/>
        </w:pict>
      </w:r>
      <w:r>
        <w:rPr>
          <w:sz w:val="24"/>
          <w:szCs w:val="24"/>
        </w:rPr>
        <w:t xml:space="preserve">           </w:t>
      </w:r>
      <w:r w:rsidRPr="005A6B6B">
        <w:rPr>
          <w:sz w:val="24"/>
          <w:szCs w:val="24"/>
        </w:rPr>
        <w:pict>
          <v:shape id="_x0000_i1033" type="#_x0000_t75" style="width:136.5pt;height:3in">
            <v:imagedata r:id="rId13" o:title=""/>
          </v:shape>
        </w:pict>
      </w:r>
      <w:r w:rsidRPr="005A6B6B">
        <w:rPr>
          <w:sz w:val="24"/>
          <w:szCs w:val="24"/>
        </w:rPr>
        <w:pict>
          <v:shape id="_x0000_i1034" type="#_x0000_t75" style="width:237.75pt;height:203.25pt">
            <v:imagedata r:id="rId14" o:title=""/>
          </v:shape>
        </w:pict>
      </w:r>
    </w:p>
    <w:p w:rsidR="006B6D4E" w:rsidRDefault="006B6D4E" w:rsidP="0061721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Ok</w:t>
      </w:r>
    </w:p>
    <w:p w:rsidR="006B6D4E" w:rsidRDefault="006B6D4E" w:rsidP="00B23DA9">
      <w:pPr>
        <w:pStyle w:val="ListParagraph"/>
        <w:ind w:left="360"/>
      </w:pPr>
    </w:p>
    <w:sectPr w:rsidR="006B6D4E" w:rsidSect="00D4381B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4E" w:rsidRDefault="006B6D4E" w:rsidP="00D4381B">
      <w:pPr>
        <w:spacing w:after="0" w:line="240" w:lineRule="auto"/>
      </w:pPr>
      <w:r>
        <w:separator/>
      </w:r>
    </w:p>
  </w:endnote>
  <w:endnote w:type="continuationSeparator" w:id="0">
    <w:p w:rsidR="006B6D4E" w:rsidRDefault="006B6D4E" w:rsidP="00D4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4E" w:rsidRDefault="006B6D4E" w:rsidP="00D810E4">
    <w:pPr>
      <w:pStyle w:val="Footer"/>
      <w:tabs>
        <w:tab w:val="clear" w:pos="4680"/>
        <w:tab w:val="clear" w:pos="9360"/>
        <w:tab w:val="center" w:pos="5400"/>
      </w:tabs>
    </w:pPr>
    <w:r>
      <w:t>Staycle Duplichan</w:t>
    </w:r>
    <w:r>
      <w:tab/>
    </w:r>
    <w:hyperlink r:id="rId1" w:history="1">
      <w:r w:rsidRPr="00F44251">
        <w:rPr>
          <w:rStyle w:val="Hyperlink"/>
        </w:rPr>
        <w:t>Staycle.duplichan@jdpsbk12.org</w:t>
      </w:r>
    </w:hyperlink>
    <w:r>
      <w:tab/>
      <w:t>Curriculum Technical Assistant</w:t>
    </w:r>
  </w:p>
  <w:p w:rsidR="006B6D4E" w:rsidRDefault="006B6D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4E" w:rsidRDefault="006B6D4E" w:rsidP="00D4381B">
      <w:pPr>
        <w:spacing w:after="0" w:line="240" w:lineRule="auto"/>
      </w:pPr>
      <w:r>
        <w:separator/>
      </w:r>
    </w:p>
  </w:footnote>
  <w:footnote w:type="continuationSeparator" w:id="0">
    <w:p w:rsidR="006B6D4E" w:rsidRDefault="006B6D4E" w:rsidP="00D43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4984"/>
    <w:multiLevelType w:val="hybridMultilevel"/>
    <w:tmpl w:val="9BAE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9D26F2"/>
    <w:multiLevelType w:val="hybridMultilevel"/>
    <w:tmpl w:val="28768AB2"/>
    <w:lvl w:ilvl="0" w:tplc="0409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cs="Wingdings" w:hint="default"/>
      </w:rPr>
    </w:lvl>
  </w:abstractNum>
  <w:abstractNum w:abstractNumId="2">
    <w:nsid w:val="05AA7842"/>
    <w:multiLevelType w:val="hybridMultilevel"/>
    <w:tmpl w:val="AA0AA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8BA78BC"/>
    <w:multiLevelType w:val="hybridMultilevel"/>
    <w:tmpl w:val="355A46F6"/>
    <w:lvl w:ilvl="0" w:tplc="CA664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A3CD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3FED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EB6C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FDE7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4AAB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D16F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4E9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292A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1DD22670"/>
    <w:multiLevelType w:val="hybridMultilevel"/>
    <w:tmpl w:val="C2F8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21079D9"/>
    <w:multiLevelType w:val="hybridMultilevel"/>
    <w:tmpl w:val="C356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83B2A86"/>
    <w:multiLevelType w:val="hybridMultilevel"/>
    <w:tmpl w:val="90AA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5B31F07"/>
    <w:multiLevelType w:val="hybridMultilevel"/>
    <w:tmpl w:val="1C3A24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4B617CAE"/>
    <w:multiLevelType w:val="hybridMultilevel"/>
    <w:tmpl w:val="07CC7EB6"/>
    <w:lvl w:ilvl="0" w:tplc="8D9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1B69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DE4C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F721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E5AE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C288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96E0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3A8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D9C5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54FF77E4"/>
    <w:multiLevelType w:val="hybridMultilevel"/>
    <w:tmpl w:val="C688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AA1178E"/>
    <w:multiLevelType w:val="hybridMultilevel"/>
    <w:tmpl w:val="92288E9A"/>
    <w:lvl w:ilvl="0" w:tplc="197AB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7A96DA">
      <w:start w:val="10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E7A3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CC81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D7A2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0320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EDEF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8AE4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DA80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6A6C1035"/>
    <w:multiLevelType w:val="hybridMultilevel"/>
    <w:tmpl w:val="6218CC90"/>
    <w:lvl w:ilvl="0" w:tplc="B336A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B04F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096D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E96D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FBA0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7304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6E49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CB48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A489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74EF39D0"/>
    <w:multiLevelType w:val="hybridMultilevel"/>
    <w:tmpl w:val="0262EC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76C83A75"/>
    <w:multiLevelType w:val="hybridMultilevel"/>
    <w:tmpl w:val="D1E24D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7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20E"/>
    <w:rsid w:val="00017AC8"/>
    <w:rsid w:val="0007358E"/>
    <w:rsid w:val="0010200F"/>
    <w:rsid w:val="00104B7B"/>
    <w:rsid w:val="00134B4D"/>
    <w:rsid w:val="00255257"/>
    <w:rsid w:val="002A008A"/>
    <w:rsid w:val="003158D2"/>
    <w:rsid w:val="003C649A"/>
    <w:rsid w:val="003E0804"/>
    <w:rsid w:val="003F4B7D"/>
    <w:rsid w:val="00420854"/>
    <w:rsid w:val="00480CF0"/>
    <w:rsid w:val="00496D43"/>
    <w:rsid w:val="005373EF"/>
    <w:rsid w:val="00596379"/>
    <w:rsid w:val="005A6B6B"/>
    <w:rsid w:val="005A7EFB"/>
    <w:rsid w:val="005D1AD4"/>
    <w:rsid w:val="005D69AD"/>
    <w:rsid w:val="00614026"/>
    <w:rsid w:val="0061721B"/>
    <w:rsid w:val="0066120E"/>
    <w:rsid w:val="006B6D4E"/>
    <w:rsid w:val="006D45C1"/>
    <w:rsid w:val="006E4A8C"/>
    <w:rsid w:val="006F433C"/>
    <w:rsid w:val="007219F0"/>
    <w:rsid w:val="007468FB"/>
    <w:rsid w:val="007A401A"/>
    <w:rsid w:val="00871912"/>
    <w:rsid w:val="008845A6"/>
    <w:rsid w:val="008A6793"/>
    <w:rsid w:val="008C365F"/>
    <w:rsid w:val="00904326"/>
    <w:rsid w:val="00956064"/>
    <w:rsid w:val="009B60B0"/>
    <w:rsid w:val="00A02AAF"/>
    <w:rsid w:val="00A308F8"/>
    <w:rsid w:val="00AD280F"/>
    <w:rsid w:val="00AE1329"/>
    <w:rsid w:val="00AE1433"/>
    <w:rsid w:val="00AF0323"/>
    <w:rsid w:val="00B125CD"/>
    <w:rsid w:val="00B23DA9"/>
    <w:rsid w:val="00B53939"/>
    <w:rsid w:val="00B76458"/>
    <w:rsid w:val="00C068BD"/>
    <w:rsid w:val="00C77BE4"/>
    <w:rsid w:val="00CB47F9"/>
    <w:rsid w:val="00CE6D40"/>
    <w:rsid w:val="00CF28AA"/>
    <w:rsid w:val="00D02ADF"/>
    <w:rsid w:val="00D13FB6"/>
    <w:rsid w:val="00D235A4"/>
    <w:rsid w:val="00D4381B"/>
    <w:rsid w:val="00D668E6"/>
    <w:rsid w:val="00D810E4"/>
    <w:rsid w:val="00DD54D5"/>
    <w:rsid w:val="00DD6CD2"/>
    <w:rsid w:val="00E12B26"/>
    <w:rsid w:val="00E35664"/>
    <w:rsid w:val="00E47C45"/>
    <w:rsid w:val="00E9118A"/>
    <w:rsid w:val="00EA0174"/>
    <w:rsid w:val="00EC1AC0"/>
    <w:rsid w:val="00EC1FAC"/>
    <w:rsid w:val="00EC786E"/>
    <w:rsid w:val="00F26EC1"/>
    <w:rsid w:val="00F44251"/>
    <w:rsid w:val="00F643B5"/>
    <w:rsid w:val="00F6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8F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C1FA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C1F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F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43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381B"/>
  </w:style>
  <w:style w:type="paragraph" w:styleId="Footer">
    <w:name w:val="footer"/>
    <w:basedOn w:val="Normal"/>
    <w:link w:val="FooterChar"/>
    <w:uiPriority w:val="99"/>
    <w:semiHidden/>
    <w:rsid w:val="00D43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3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81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8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409</Words>
  <Characters>2332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Tricks </dc:title>
  <dc:subject/>
  <dc:creator>staycle</dc:creator>
  <cp:keywords/>
  <dc:description/>
  <cp:lastModifiedBy>Mrs. Broussard</cp:lastModifiedBy>
  <cp:revision>2</cp:revision>
  <cp:lastPrinted>2011-04-06T16:38:00Z</cp:lastPrinted>
  <dcterms:created xsi:type="dcterms:W3CDTF">2011-04-06T16:41:00Z</dcterms:created>
  <dcterms:modified xsi:type="dcterms:W3CDTF">2011-04-06T16:41:00Z</dcterms:modified>
</cp:coreProperties>
</file>